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765" w:lineRule="exact"/>
        <w:ind w:left="3749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/>
        <w:pict>
          <v:shape style="position:absolute;margin-left:45.119995pt;margin-top:-5.449852pt;width:104.639999pt;height:55.68pt;mso-position-horizontal-relative:page;mso-position-vertical-relative:paragraph;z-index:-325" type="#_x0000_t75">
            <v:imagedata r:id="rId5" o:title=""/>
          </v:shape>
        </w:pic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1"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  <w:position w:val="-1"/>
        </w:rPr>
        <w:t>e</w:t>
      </w:r>
      <w:r>
        <w:rPr>
          <w:rFonts w:ascii="Arial" w:hAnsi="Arial" w:cs="Arial" w:eastAsia="Arial"/>
          <w:sz w:val="69"/>
          <w:szCs w:val="69"/>
          <w:spacing w:val="27"/>
          <w:w w:val="51"/>
          <w:b/>
          <w:bCs/>
          <w:position w:val="-1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  <w:position w:val="-1"/>
        </w:rPr>
        <w:t>World</w:t>
      </w:r>
      <w:r>
        <w:rPr>
          <w:rFonts w:ascii="Arial" w:hAnsi="Arial" w:cs="Arial" w:eastAsia="Arial"/>
          <w:sz w:val="69"/>
          <w:szCs w:val="69"/>
          <w:spacing w:val="-9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7"/>
          <w:b/>
          <w:bCs/>
          <w:position w:val="-1"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  <w:position w:val="-1"/>
        </w:rPr>
        <w:t>f</w:t>
      </w:r>
      <w:r>
        <w:rPr>
          <w:rFonts w:ascii="Arial" w:hAnsi="Arial" w:cs="Arial" w:eastAsia="Arial"/>
          <w:sz w:val="69"/>
          <w:szCs w:val="69"/>
          <w:spacing w:val="-8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1"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608" w:lineRule="exact"/>
        <w:ind w:left="2322" w:right="1286" w:firstLine="19"/>
        <w:jc w:val="left"/>
        <w:rPr>
          <w:rFonts w:ascii="Arial" w:hAnsi="Arial" w:cs="Arial" w:eastAsia="Arial"/>
          <w:sz w:val="60"/>
          <w:szCs w:val="60"/>
        </w:rPr>
      </w:pPr>
      <w:rPr/>
      <w:r>
        <w:rPr>
          <w:rFonts w:ascii="Arial" w:hAnsi="Arial" w:cs="Arial" w:eastAsia="Arial"/>
          <w:sz w:val="59"/>
          <w:szCs w:val="59"/>
          <w:spacing w:val="0"/>
          <w:w w:val="128"/>
          <w:b/>
          <w:bCs/>
        </w:rPr>
        <w:t>My</w:t>
      </w:r>
      <w:r>
        <w:rPr>
          <w:rFonts w:ascii="Arial" w:hAnsi="Arial" w:cs="Arial" w:eastAsia="Arial"/>
          <w:sz w:val="59"/>
          <w:szCs w:val="59"/>
          <w:spacing w:val="40"/>
          <w:w w:val="128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8"/>
          <w:b/>
          <w:bCs/>
        </w:rPr>
        <w:t>Girl</w:t>
      </w:r>
      <w:r>
        <w:rPr>
          <w:rFonts w:ascii="Arial" w:hAnsi="Arial" w:cs="Arial" w:eastAsia="Arial"/>
          <w:sz w:val="60"/>
          <w:szCs w:val="60"/>
          <w:spacing w:val="-108"/>
          <w:w w:val="128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8"/>
          <w:b/>
          <w:bCs/>
        </w:rPr>
        <w:t>Scout</w:t>
      </w:r>
      <w:r>
        <w:rPr>
          <w:rFonts w:ascii="Arial" w:hAnsi="Arial" w:cs="Arial" w:eastAsia="Arial"/>
          <w:sz w:val="60"/>
          <w:szCs w:val="60"/>
          <w:spacing w:val="0"/>
          <w:w w:val="128"/>
          <w:b/>
          <w:bCs/>
        </w:rPr>
        <w:t>s</w:t>
      </w:r>
      <w:r>
        <w:rPr>
          <w:rFonts w:ascii="Arial" w:hAnsi="Arial" w:cs="Arial" w:eastAsia="Arial"/>
          <w:sz w:val="60"/>
          <w:szCs w:val="60"/>
          <w:spacing w:val="-42"/>
          <w:w w:val="128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8"/>
          <w:b/>
          <w:bCs/>
        </w:rPr>
        <w:t>Are</w:t>
      </w:r>
      <w:r>
        <w:rPr>
          <w:rFonts w:ascii="Arial" w:hAnsi="Arial" w:cs="Arial" w:eastAsia="Arial"/>
          <w:sz w:val="60"/>
          <w:szCs w:val="60"/>
          <w:spacing w:val="0"/>
          <w:w w:val="128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4"/>
          <w:b/>
          <w:bCs/>
        </w:rPr>
        <w:t>Badde</w:t>
      </w:r>
      <w:r>
        <w:rPr>
          <w:rFonts w:ascii="Arial" w:hAnsi="Arial" w:cs="Arial" w:eastAsia="Arial"/>
          <w:sz w:val="60"/>
          <w:szCs w:val="60"/>
          <w:spacing w:val="0"/>
          <w:w w:val="124"/>
          <w:b/>
          <w:bCs/>
        </w:rPr>
        <w:t>r</w:t>
      </w:r>
      <w:r>
        <w:rPr>
          <w:rFonts w:ascii="Arial" w:hAnsi="Arial" w:cs="Arial" w:eastAsia="Arial"/>
          <w:sz w:val="60"/>
          <w:szCs w:val="60"/>
          <w:spacing w:val="109"/>
          <w:w w:val="124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4"/>
          <w:b/>
          <w:bCs/>
        </w:rPr>
        <w:t>Than</w:t>
      </w:r>
      <w:r>
        <w:rPr>
          <w:rFonts w:ascii="Arial" w:hAnsi="Arial" w:cs="Arial" w:eastAsia="Arial"/>
          <w:sz w:val="60"/>
          <w:szCs w:val="60"/>
          <w:spacing w:val="-33"/>
          <w:w w:val="124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4"/>
          <w:b/>
          <w:bCs/>
        </w:rPr>
        <w:t>Your</w:t>
      </w:r>
      <w:r>
        <w:rPr>
          <w:rFonts w:ascii="Arial" w:hAnsi="Arial" w:cs="Arial" w:eastAsia="Arial"/>
          <w:sz w:val="60"/>
          <w:szCs w:val="60"/>
          <w:spacing w:val="0"/>
          <w:w w:val="124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7"/>
          <w:b/>
          <w:bCs/>
        </w:rPr>
        <w:t>Girl</w:t>
      </w:r>
      <w:r>
        <w:rPr>
          <w:rFonts w:ascii="Arial" w:hAnsi="Arial" w:cs="Arial" w:eastAsia="Arial"/>
          <w:sz w:val="60"/>
          <w:szCs w:val="60"/>
          <w:spacing w:val="-101"/>
          <w:w w:val="127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7"/>
          <w:b/>
          <w:bCs/>
        </w:rPr>
        <w:t>Scouts</w:t>
      </w:r>
      <w:r>
        <w:rPr>
          <w:rFonts w:ascii="Arial" w:hAnsi="Arial" w:cs="Arial" w:eastAsia="Arial"/>
          <w:sz w:val="60"/>
          <w:szCs w:val="6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3" w:lineRule="exact"/>
        <w:ind w:left="231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6"/>
          <w:szCs w:val="26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7"/>
          <w:b/>
          <w:bCs/>
          <w:position w:val="-1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87"/>
          <w:b/>
          <w:bCs/>
          <w:position w:val="-1"/>
        </w:rPr>
        <w:t>R</w:t>
      </w:r>
      <w:r>
        <w:rPr>
          <w:rFonts w:ascii="Arial" w:hAnsi="Arial" w:cs="Arial" w:eastAsia="Arial"/>
          <w:sz w:val="26"/>
          <w:szCs w:val="26"/>
          <w:spacing w:val="0"/>
          <w:w w:val="87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9"/>
          <w:w w:val="87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20" w:h="16860"/>
          <w:pgMar w:top="440" w:bottom="280" w:left="800" w:right="600"/>
        </w:sectPr>
      </w:pPr>
      <w:rPr/>
    </w:p>
    <w:p>
      <w:pPr>
        <w:spacing w:before="54" w:after="0" w:line="220" w:lineRule="exact"/>
        <w:ind w:left="1427" w:right="-5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.023499pt;margin-top:3.076933pt;width:37.88856pt;height:38.5pt;mso-position-horizontal-relative:page;mso-position-vertical-relative:paragraph;z-index:-322" type="#_x0000_t202" filled="f" stroked="f">
            <v:textbox inset="0,0,0,0">
              <w:txbxContent>
                <w:p>
                  <w:pPr>
                    <w:spacing w:before="0" w:after="0" w:line="770" w:lineRule="exact"/>
                    <w:ind w:right="-156"/>
                    <w:jc w:val="left"/>
                    <w:rPr>
                      <w:rFonts w:ascii="Arial" w:hAnsi="Arial" w:cs="Arial" w:eastAsia="Arial"/>
                      <w:sz w:val="77"/>
                      <w:szCs w:val="77"/>
                    </w:rPr>
                  </w:pPr>
                  <w:rPr/>
                  <w:r>
                    <w:rPr>
                      <w:rFonts w:ascii="Arial" w:hAnsi="Arial" w:cs="Arial" w:eastAsia="Arial"/>
                      <w:sz w:val="77"/>
                      <w:szCs w:val="77"/>
                      <w:spacing w:val="-24"/>
                      <w:w w:val="154"/>
                      <w:position w:val="-1"/>
                    </w:rPr>
                    <w:t>S</w:t>
                  </w:r>
                  <w:r>
                    <w:rPr>
                      <w:rFonts w:ascii="Arial" w:hAnsi="Arial" w:cs="Arial" w:eastAsia="Arial"/>
                      <w:sz w:val="77"/>
                      <w:szCs w:val="77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student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taught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15-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16-year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646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Scouts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intellectual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young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enoug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wonder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daughte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Emily'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(who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happens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badge,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delighted.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646" w:right="-52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spent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hour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learnin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searche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cussin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censorshi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configure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still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left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646" w:right="-45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70.080017pt;margin-top:96.673584pt;width:323.519989pt;height:189.119995pt;mso-position-horizontal-relative:page;mso-position-vertical-relative:paragraph;z-index:-323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frameworks.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topics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figured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advantages.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computers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Second,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unlearn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Third,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6" w:lineRule="exact"/>
        <w:ind w:left="5" w:right="-3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nobody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topic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hard.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249" w:right="-5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52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split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teams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plugge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each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0" w:right="25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other.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44" w:right="-5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successful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</w:p>
    <w:p>
      <w:pPr>
        <w:spacing w:before="1" w:after="0" w:line="220" w:lineRule="exact"/>
        <w:ind w:left="14" w:right="-54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develope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fascinating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9" w:lineRule="auto"/>
        <w:ind w:right="-54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knowledgeable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algorithms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algorithm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2" w:lineRule="exact"/>
        <w:ind w:left="249" w:right="-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-23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9" w:lineRule="auto"/>
        <w:ind w:right="-46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interestin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audience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invite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playoff.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2" w:lineRule="exact"/>
        <w:ind w:left="249" w:right="-5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especiall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</w:p>
    <w:p>
      <w:pPr>
        <w:spacing w:before="0" w:after="0" w:line="225" w:lineRule="exact"/>
        <w:ind w:left="5" w:right="-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groups,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10" w:right="-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Girl-5cout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Scouts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1" w:after="0" w:line="230" w:lineRule="auto"/>
        <w:ind w:right="55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volve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submit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computer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badges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probabl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eligible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sweete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prize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($100),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prize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($50),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prize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($25)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submis­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yout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groups.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right="56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"Dog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Meets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Dog."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goal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instance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rounds.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playin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round.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steal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decision.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informe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5" w:right="24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decided.</w:t>
      </w:r>
    </w:p>
    <w:p>
      <w:pPr>
        <w:spacing w:before="0" w:after="0" w:line="216" w:lineRule="exact"/>
        <w:ind w:left="24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round,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payoff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payoff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biscuits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1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5"/>
        </w:rPr>
        <w:t>If</w:t>
      </w:r>
      <w:r>
        <w:rPr>
          <w:rFonts w:ascii="Arial" w:hAnsi="Arial" w:cs="Arial" w:eastAsia="Arial"/>
          <w:sz w:val="19"/>
          <w:szCs w:val="19"/>
          <w:spacing w:val="4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30" w:lineRule="auto"/>
        <w:ind w:left="5" w:right="5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awarde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biscuit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2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0"/>
        </w:rPr>
        <w:t>If</w:t>
      </w:r>
      <w:r>
        <w:rPr>
          <w:rFonts w:ascii="Arial" w:hAnsi="Arial" w:cs="Arial" w:eastAsia="Arial"/>
          <w:sz w:val="19"/>
          <w:szCs w:val="19"/>
          <w:spacing w:val="38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awarde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biscuits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3"/>
        </w:rPr>
        <w:t>If</w:t>
      </w:r>
      <w:r>
        <w:rPr>
          <w:rFonts w:ascii="Arial" w:hAnsi="Arial" w:cs="Arial" w:eastAsia="Arial"/>
          <w:sz w:val="19"/>
          <w:szCs w:val="19"/>
          <w:spacing w:val="26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biscuit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8" w:lineRule="auto"/>
        <w:ind w:left="5" w:right="58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consist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rounds,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rounds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each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times.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0" w:right="54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originate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58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58"/>
        </w:rPr>
        <w:t>t</w:t>
      </w:r>
      <w:r>
        <w:rPr>
          <w:rFonts w:ascii="Arial" w:hAnsi="Arial" w:cs="Arial" w:eastAsia="Arial"/>
          <w:sz w:val="17"/>
          <w:szCs w:val="17"/>
          <w:spacing w:val="-32"/>
          <w:w w:val="15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book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ago,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40" w:bottom="280" w:left="800" w:right="600"/>
          <w:cols w:num="3" w:equalWidth="0">
            <w:col w:w="3713" w:space="276"/>
            <w:col w:w="3074" w:space="278"/>
            <w:col w:w="3179"/>
          </w:cols>
        </w:sectPr>
      </w:pPr>
      <w:rPr/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24.960022pt;margin-top:3.956731pt;width:125.760002pt;height:215.883295pt;mso-position-horizontal-relative:page;mso-position-vertical-relative:page;z-index:-324" coordorigin="499,79" coordsize="2515,4318">
            <v:shape style="position:absolute;left:499;top:2016;width:2515;height:2381" type="#_x0000_t75">
              <v:imagedata r:id="rId7" o:title=""/>
            </v:shape>
            <v:group style="position:absolute;left:613;top:115;width:2;height:1899" coordorigin="613,115" coordsize="2,1899">
              <v:shape style="position:absolute;left:613;top:115;width:2;height:1899" coordorigin="613,115" coordsize="0,1899" path="m613,2014l613,115e" filled="f" stroked="t" strokeweight="3.591318pt" strokecolor="#000000">
                <v:path arrowok="t"/>
              </v:shape>
            </v:group>
            <w10:wrap type="none"/>
          </v:group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651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44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10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3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4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8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7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0"/>
        </w:rPr>
        <w:t>J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0"/>
        </w:rPr>
        <w:t>  </w:t>
      </w:r>
      <w:r>
        <w:rPr>
          <w:rFonts w:ascii="Times New Roman" w:hAnsi="Times New Roman" w:cs="Times New Roman" w:eastAsia="Times New Roman"/>
          <w:sz w:val="15"/>
          <w:szCs w:val="15"/>
          <w:spacing w:val="3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9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7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7"/>
        </w:rPr>
        <w:t>     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4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2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7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2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7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2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18"/>
          <w:w w:val="72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72"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40" w:bottom="280" w:left="800" w:right="600"/>
        </w:sectPr>
      </w:pPr>
      <w:rPr/>
    </w:p>
    <w:p>
      <w:pPr>
        <w:spacing w:before="19" w:after="0" w:line="778" w:lineRule="exact"/>
        <w:ind w:left="3197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  <w:position w:val="-2"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  <w:position w:val="-2"/>
        </w:rPr>
        <w:t>e</w:t>
      </w:r>
      <w:r>
        <w:rPr>
          <w:rFonts w:ascii="Arial" w:hAnsi="Arial" w:cs="Arial" w:eastAsia="Arial"/>
          <w:sz w:val="69"/>
          <w:szCs w:val="69"/>
          <w:spacing w:val="39"/>
          <w:w w:val="5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69"/>
          <w:szCs w:val="69"/>
          <w:spacing w:val="-9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  <w:position w:val="-2"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2"/>
        </w:rPr>
        <w:t>f</w:t>
      </w:r>
      <w:r>
        <w:rPr>
          <w:rFonts w:ascii="Arial" w:hAnsi="Arial" w:cs="Arial" w:eastAsia="Arial"/>
          <w:sz w:val="69"/>
          <w:szCs w:val="69"/>
          <w:spacing w:val="-8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  <w:position w:val="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500" w:bottom="280" w:left="1160" w:right="700"/>
        </w:sectPr>
      </w:pPr>
      <w:rPr/>
    </w:p>
    <w:p>
      <w:pPr>
        <w:spacing w:before="42" w:after="0" w:line="230" w:lineRule="auto"/>
        <w:ind w:left="128" w:right="55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4.899807pt;margin-top:6.951025pt;width:.1pt;height:773.118975pt;mso-position-horizontal-relative:page;mso-position-vertical-relative:page;z-index:-321" coordorigin="498,139" coordsize="2,15462">
            <v:shape style="position:absolute;left:498;top:139;width:2;height:15462" coordorigin="498,139" coordsize="0,15462" path="m498,15601l498,139e" filled="f" stroked="t" strokeweight=".718264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influential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philosophy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now,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readers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research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contest.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36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originate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23" w:right="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9" w:right="55" w:firstLine="2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frameworks: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71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71"/>
        </w:rPr>
        <w:t>t</w:t>
      </w:r>
      <w:r>
        <w:rPr>
          <w:rFonts w:ascii="Arial" w:hAnsi="Arial" w:cs="Arial" w:eastAsia="Arial"/>
          <w:sz w:val="17"/>
          <w:szCs w:val="17"/>
          <w:spacing w:val="-2"/>
          <w:w w:val="17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architectural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interact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-3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specialized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coordinate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actions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pseudo-code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1.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20" w:lineRule="exact"/>
        <w:ind w:left="119" w:right="-54" w:firstLine="23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round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0"/>
        </w:rPr>
        <w:t>the.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4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beginnin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opponents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23" w:right="8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round,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informe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19" w:right="6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9" w:right="54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unique,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stable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integer.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instanti­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identifie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19" w:right="6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23" w:right="6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histor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previou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14.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14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23" w:right="7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2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6" w:lineRule="exact"/>
        <w:ind w:left="128" w:right="55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meets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again.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ind w:left="123" w:right="60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pate;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11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told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/>
        <w:br w:type="column"/>
      </w:r>
      <w:r>
        <w:rPr>
          <w:sz w:val="24"/>
          <w:szCs w:val="24"/>
        </w:rPr>
      </w:r>
    </w:p>
    <w:p>
      <w:pPr>
        <w:spacing w:before="0" w:after="0" w:line="240" w:lineRule="auto"/>
        <w:ind w:left="161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color w:val="FFFFFF"/>
          <w:w w:val="117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9"/>
          <w:b/>
          <w:bCs/>
        </w:rPr>
        <w:t>Listin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9"/>
          <w:b/>
          <w:bCs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5"/>
          <w:w w:val="119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9"/>
          <w:b/>
          <w:bCs/>
        </w:rPr>
        <w:t>2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9"/>
          <w:b/>
          <w:bCs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1"/>
          <w:w w:val="119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C+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+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8"/>
          <w:b/>
          <w:bCs/>
        </w:rPr>
        <w:t>Definitio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8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8"/>
          <w:b/>
          <w:bCs/>
        </w:rPr>
        <w:t>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7"/>
          <w:w w:val="118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5"/>
          <w:b/>
          <w:bCs/>
        </w:rPr>
        <w:t>a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0"/>
          <w:w w:val="125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5"/>
          <w:b/>
          <w:bCs/>
        </w:rPr>
        <w:t>do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5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5"/>
          <w:b/>
          <w:bCs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3"/>
          <w:w w:val="125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5"/>
          <w:b/>
          <w:bCs/>
        </w:rPr>
        <w:t>player.</w:t>
      </w:r>
      <w:r>
        <w:rPr>
          <w:rFonts w:ascii="Arial" w:hAnsi="Arial" w:cs="Arial" w:eastAsia="Arial"/>
          <w:sz w:val="16"/>
          <w:szCs w:val="16"/>
          <w:color w:val="FFFFFF"/>
          <w:spacing w:val="0"/>
          <w:w w:val="125"/>
          <w:b/>
          <w:bCs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4.479999pt;height:600.96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556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9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6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4"/>
          <w:b/>
          <w:bCs/>
        </w:rPr>
        <w:t>   </w:t>
      </w:r>
      <w:r>
        <w:rPr>
          <w:rFonts w:ascii="Arial" w:hAnsi="Arial" w:cs="Arial" w:eastAsia="Arial"/>
          <w:sz w:val="14"/>
          <w:szCs w:val="14"/>
          <w:spacing w:val="4"/>
          <w:w w:val="74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7"/>
        </w:rPr>
        <w:t>J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7"/>
        </w:rPr>
        <w:t>  </w:t>
      </w:r>
      <w:r>
        <w:rPr>
          <w:rFonts w:ascii="Times New Roman" w:hAnsi="Times New Roman" w:cs="Times New Roman" w:eastAsia="Times New Roman"/>
          <w:sz w:val="15"/>
          <w:szCs w:val="15"/>
          <w:spacing w:val="13"/>
          <w:w w:val="4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7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47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3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3"/>
        </w:rPr>
        <w:t>      </w:t>
      </w:r>
      <w:r>
        <w:rPr>
          <w:rFonts w:ascii="Times New Roman" w:hAnsi="Times New Roman" w:cs="Times New Roman" w:eastAsia="Times New Roman"/>
          <w:sz w:val="16"/>
          <w:szCs w:val="16"/>
          <w:spacing w:val="11"/>
          <w:w w:val="4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   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6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5"/>
          <w:b/>
          <w:bCs/>
        </w:rPr>
        <w:t>45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40" w:bottom="280" w:left="1160" w:right="700"/>
          <w:cols w:num="2" w:equalWidth="0">
            <w:col w:w="3291" w:space="157"/>
            <w:col w:w="6612"/>
          </w:cols>
        </w:sectPr>
      </w:pPr>
      <w:rPr/>
    </w:p>
    <w:p>
      <w:pPr>
        <w:spacing w:before="69" w:after="0" w:line="530" w:lineRule="exact"/>
        <w:ind w:left="4583" w:right="3762"/>
        <w:jc w:val="center"/>
        <w:rPr>
          <w:rFonts w:ascii="Arial" w:hAnsi="Arial" w:cs="Arial" w:eastAsia="Arial"/>
          <w:sz w:val="47"/>
          <w:szCs w:val="47"/>
        </w:rPr>
      </w:pPr>
      <w:rPr/>
      <w:r>
        <w:rPr/>
        <w:pict>
          <v:shape style="position:absolute;margin-left:74.880005pt;margin-top:5.16209pt;width:65.279999pt;height:31.68pt;mso-position-horizontal-relative:page;mso-position-vertical-relative:paragraph;z-index:-320" type="#_x0000_t75">
            <v:imagedata r:id="rId9" o:title=""/>
          </v:shape>
        </w:pic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Th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e</w:t>
      </w:r>
      <w:r>
        <w:rPr>
          <w:rFonts w:ascii="Arial" w:hAnsi="Arial" w:cs="Arial" w:eastAsia="Arial"/>
          <w:sz w:val="47"/>
          <w:szCs w:val="47"/>
          <w:spacing w:val="22"/>
          <w:w w:val="49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52"/>
          <w:b/>
          <w:bCs/>
          <w:position w:val="-2"/>
        </w:rPr>
        <w:t>World</w:t>
      </w:r>
      <w:r>
        <w:rPr>
          <w:rFonts w:ascii="Arial" w:hAnsi="Arial" w:cs="Arial" w:eastAsia="Arial"/>
          <w:sz w:val="47"/>
          <w:szCs w:val="47"/>
          <w:spacing w:val="-62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54"/>
          <w:b/>
          <w:bCs/>
          <w:position w:val="-2"/>
        </w:rPr>
        <w:t>o</w:t>
      </w:r>
      <w:r>
        <w:rPr>
          <w:rFonts w:ascii="Arial" w:hAnsi="Arial" w:cs="Arial" w:eastAsia="Arial"/>
          <w:sz w:val="47"/>
          <w:szCs w:val="47"/>
          <w:spacing w:val="31"/>
          <w:w w:val="54"/>
          <w:b/>
          <w:bCs/>
          <w:position w:val="-2"/>
        </w:rPr>
        <w:t>l</w:t>
      </w:r>
      <w:r>
        <w:rPr>
          <w:rFonts w:ascii="Arial" w:hAnsi="Arial" w:cs="Arial" w:eastAsia="Arial"/>
          <w:sz w:val="47"/>
          <w:szCs w:val="47"/>
          <w:spacing w:val="0"/>
          <w:w w:val="48"/>
          <w:b/>
          <w:bCs/>
          <w:position w:val="-2"/>
        </w:rPr>
        <w:t>Objects</w:t>
      </w:r>
      <w:r>
        <w:rPr>
          <w:rFonts w:ascii="Arial" w:hAnsi="Arial" w:cs="Arial" w:eastAsia="Arial"/>
          <w:sz w:val="47"/>
          <w:szCs w:val="47"/>
          <w:spacing w:val="0"/>
          <w:w w:val="100"/>
          <w:position w:val="0"/>
        </w:rPr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-20" w:bottom="280" w:left="500" w:right="560"/>
        </w:sectPr>
      </w:pPr>
      <w:rPr/>
    </w:p>
    <w:p>
      <w:pPr>
        <w:spacing w:before="40" w:after="0" w:line="226" w:lineRule="exact"/>
        <w:ind w:left="995" w:right="-42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outcome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1233" w:right="-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framework,</w:t>
      </w:r>
    </w:p>
    <w:p>
      <w:pPr>
        <w:spacing w:before="1" w:after="0" w:line="220" w:lineRule="exact"/>
        <w:ind w:left="990" w:right="-4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provided.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con­</w:t>
      </w:r>
    </w:p>
    <w:p>
      <w:pPr>
        <w:spacing w:before="36" w:after="0" w:line="180" w:lineRule="auto"/>
        <w:ind w:left="995" w:right="-59" w:firstLine="-879"/>
        <w:jc w:val="left"/>
        <w:tabs>
          <w:tab w:pos="98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7"/>
          <w:szCs w:val="17"/>
          <w:spacing w:val="0"/>
          <w:w w:val="67"/>
          <w:position w:val="-7"/>
        </w:rPr>
        <w:t>1:</w:t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7"/>
        </w:rPr>
        <w:tab/>
      </w:r>
      <w:r>
        <w:rPr>
          <w:rFonts w:ascii="Times New Roman" w:hAnsi="Times New Roman" w:cs="Times New Roman" w:eastAsia="Times New Roman"/>
          <w:sz w:val="17"/>
          <w:szCs w:val="17"/>
          <w:spacing w:val="0"/>
          <w:w w:val="100"/>
          <w:position w:val="-7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crete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been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implemented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5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  <w:position w:val="0"/>
        </w:rPr>
        <w:t>abstract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11" w:after="0" w:line="220" w:lineRule="exact"/>
        <w:ind w:left="995" w:right="-4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2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been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63" w:right="71"/>
        <w:jc w:val="center"/>
        <w:rPr>
          <w:rFonts w:ascii="Arial" w:hAnsi="Arial" w:cs="Arial" w:eastAsia="Arial"/>
          <w:sz w:val="16"/>
          <w:szCs w:val="16"/>
        </w:rPr>
      </w:pPr>
      <w:rPr/>
      <w:r>
        <w:rPr/>
        <w:pict>
          <v:shape style="position:absolute;margin-left:72.960022pt;margin-top:17.304028pt;width:185.279999pt;height:53.759998pt;mso-position-horizontal-relative:page;mso-position-vertical-relative:paragraph;z-index:-319" type="#_x0000_t75">
            <v:imagedata r:id="rId10" o:title=""/>
          </v:shape>
        </w:pict>
      </w:r>
      <w:r>
        <w:rPr>
          <w:rFonts w:ascii="Arial" w:hAnsi="Arial" w:cs="Arial" w:eastAsia="Arial"/>
          <w:sz w:val="16"/>
          <w:szCs w:val="16"/>
          <w:color w:val="FFFFFF"/>
          <w:w w:val="116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6"/>
          <w:b/>
          <w:bCs/>
        </w:rPr>
        <w:t>Listin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6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6"/>
          <w:b/>
          <w:bCs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6"/>
          <w:w w:val="116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9"/>
          <w:b/>
          <w:bCs/>
        </w:rPr>
        <w:t>3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9"/>
          <w:b/>
          <w:bCs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6"/>
          <w:w w:val="99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6"/>
          <w:w w:val="9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8"/>
          <w:b/>
          <w:bCs/>
        </w:rPr>
        <w:t>Definitio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8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8"/>
          <w:b/>
          <w:bCs/>
        </w:rPr>
        <w:t>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9"/>
          <w:w w:val="118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2"/>
          <w:b/>
          <w:bCs/>
        </w:rPr>
        <w:t>niceDog.</w:t>
      </w:r>
      <w:r>
        <w:rPr>
          <w:rFonts w:ascii="Arial" w:hAnsi="Arial" w:cs="Arial" w:eastAsia="Arial"/>
          <w:sz w:val="16"/>
          <w:szCs w:val="16"/>
          <w:color w:val="FFFFFF"/>
          <w:spacing w:val="0"/>
          <w:w w:val="122"/>
          <w:b/>
          <w:bCs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54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42" w:after="0" w:line="229" w:lineRule="auto"/>
        <w:ind w:right="-54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abstract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hooks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7" w:lineRule="exact"/>
        <w:ind w:left="239" w:right="-5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-49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definition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pub­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right="231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areas.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44" w:right="-5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pur­</w:t>
      </w:r>
    </w:p>
    <w:p>
      <w:pPr>
        <w:spacing w:before="1" w:after="0" w:line="220" w:lineRule="exact"/>
        <w:ind w:left="554" w:right="-5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72pt;margin-top:99.011391pt;width:187.199997pt;height:115.199997pt;mso-position-horizontal-relative:page;mso-position-vertical-relative:paragraph;z-index:-318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protec­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ferent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definition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public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information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anybody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protecte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2"/>
          <w:w w:val="8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region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classes.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private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sectio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defines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(dog).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63" w:right="-45" w:firstLine="22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dog's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region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contain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9" w:after="0" w:line="226" w:lineRule="auto"/>
        <w:ind w:left="5" w:right="65" w:firstLine="5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cannot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overridden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3"/>
        </w:rPr>
        <w:t>If</w:t>
      </w:r>
      <w:r>
        <w:rPr>
          <w:rFonts w:ascii="Arial" w:hAnsi="Arial" w:cs="Arial" w:eastAsia="Arial"/>
          <w:sz w:val="19"/>
          <w:szCs w:val="19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familia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overridin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polymor­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phism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Februar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3"/>
          <w:i/>
        </w:rPr>
        <w:t>OS/2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20" w:lineRule="exact"/>
        <w:ind w:right="8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Magazine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"littleDogs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Polymor­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" w:right="50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phism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Frameworks,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46).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70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peculia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()).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synta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abstract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method.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24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132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characteristics: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2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7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protected.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92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73"/>
        </w:rPr>
        <w:t>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7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7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abstract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concrete.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1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choices.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78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meetOtherDog,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8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</w:p>
    <w:p>
      <w:pPr>
        <w:jc w:val="both"/>
        <w:spacing w:after="0"/>
        <w:sectPr>
          <w:type w:val="continuous"/>
          <w:pgSz w:w="11920" w:h="16860"/>
          <w:pgMar w:top="440" w:bottom="280" w:left="500" w:right="560"/>
          <w:cols w:num="3" w:equalWidth="0">
            <w:col w:w="4049" w:space="283"/>
            <w:col w:w="3062" w:space="281"/>
            <w:col w:w="3185"/>
          </w:cols>
        </w:sectPr>
      </w:pPr>
      <w:rPr/>
    </w:p>
    <w:p>
      <w:pPr>
        <w:spacing w:before="0" w:after="0" w:line="220" w:lineRule="exact"/>
        <w:ind w:left="4861" w:right="108" w:firstLine="-5"/>
        <w:jc w:val="right"/>
        <w:tabs>
          <w:tab w:pos="76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private,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nonvirtual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whatHappened­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lnPreviousMeetingWithThisDog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type w:val="continuous"/>
          <w:pgSz w:w="11920" w:h="16860"/>
          <w:pgMar w:top="440" w:bottom="280" w:left="500" w:right="560"/>
        </w:sectPr>
      </w:pPr>
      <w:rPr/>
    </w:p>
    <w:p>
      <w:pPr>
        <w:spacing w:before="7" w:after="0" w:line="240" w:lineRule="auto"/>
        <w:ind w:left="109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28.291815pt;margin-top:4.782227pt;width:.1pt;height:771.302324pt;mso-position-horizontal-relative:page;mso-position-vertical-relative:page;z-index:-317" coordorigin="566,96" coordsize="2,15426">
            <v:shape style="position:absolute;left:566;top:96;width:2;height:15426" coordorigin="566,96" coordsize="0,15426" path="m566,15522l566,96e" filled="f" stroked="t" strokeweight=".71624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color w:val="FFFFFF"/>
          <w:w w:val="117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7"/>
          <w:b/>
          <w:bCs/>
        </w:rPr>
        <w:t>Listin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7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17"/>
          <w:b/>
          <w:bCs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8"/>
          <w:w w:val="117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  <w:t>5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6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0"/>
          <w:w w:val="99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0"/>
          <w:w w:val="99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0"/>
          <w:b/>
          <w:bCs/>
        </w:rPr>
        <w:t>Implementatio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0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0"/>
          <w:b/>
          <w:bCs/>
        </w:rPr>
        <w:t>n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4"/>
          <w:w w:val="12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2"/>
          <w:b/>
          <w:bCs/>
        </w:rPr>
        <w:t>sneakyDog'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2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2"/>
          <w:b/>
          <w:bCs/>
        </w:rPr>
        <w:t>s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2"/>
          <w:w w:val="122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23"/>
          <w:b/>
          <w:bCs/>
        </w:rPr>
        <w:t>meetOtherDog.</w:t>
      </w:r>
      <w:r>
        <w:rPr>
          <w:rFonts w:ascii="Arial" w:hAnsi="Arial" w:cs="Arial" w:eastAsia="Arial"/>
          <w:sz w:val="16"/>
          <w:szCs w:val="16"/>
          <w:color w:val="FFFFFF"/>
          <w:spacing w:val="0"/>
          <w:w w:val="123"/>
          <w:b/>
          <w:bCs/>
        </w:rPr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9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3.520004pt;height:143.04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25.439990pt;height:168.96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95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46</w:t>
      </w:r>
      <w:r>
        <w:rPr>
          <w:rFonts w:ascii="Arial" w:hAnsi="Arial" w:cs="Arial" w:eastAsia="Arial"/>
          <w:sz w:val="14"/>
          <w:szCs w:val="14"/>
          <w:spacing w:val="27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3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0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6"/>
          <w:w w:val="14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4"/>
          <w:b/>
          <w:bCs/>
        </w:rPr>
        <w:t>   </w:t>
      </w:r>
      <w:r>
        <w:rPr>
          <w:rFonts w:ascii="Arial" w:hAnsi="Arial" w:cs="Arial" w:eastAsia="Arial"/>
          <w:sz w:val="14"/>
          <w:szCs w:val="14"/>
          <w:spacing w:val="9"/>
          <w:w w:val="74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9"/>
        </w:rPr>
        <w:t>J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9"/>
        </w:rPr>
        <w:t>  </w:t>
      </w:r>
      <w:r>
        <w:rPr>
          <w:rFonts w:ascii="Times New Roman" w:hAnsi="Times New Roman" w:cs="Times New Roman" w:eastAsia="Times New Roman"/>
          <w:sz w:val="15"/>
          <w:szCs w:val="15"/>
          <w:spacing w:val="9"/>
          <w:w w:val="4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9"/>
        </w:rPr>
        <w:t>U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4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5"/>
          <w:szCs w:val="15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6"/>
        </w:rPr>
        <w:t>Y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46"/>
        </w:rPr>
        <w:t>      </w:t>
      </w:r>
      <w:r>
        <w:rPr>
          <w:rFonts w:ascii="Times New Roman" w:hAnsi="Times New Roman" w:cs="Times New Roman" w:eastAsia="Times New Roman"/>
          <w:sz w:val="15"/>
          <w:szCs w:val="15"/>
          <w:spacing w:val="10"/>
          <w:w w:val="46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76"/>
        </w:rPr>
        <w:t>1</w:t>
      </w:r>
      <w:r>
        <w:rPr>
          <w:rFonts w:ascii="Times New Roman" w:hAnsi="Times New Roman" w:cs="Times New Roman" w:eastAsia="Times New Roman"/>
          <w:sz w:val="15"/>
          <w:szCs w:val="15"/>
          <w:spacing w:val="26"/>
          <w:w w:val="76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76"/>
        </w:rPr>
        <w:t>9</w:t>
      </w:r>
      <w:r>
        <w:rPr>
          <w:rFonts w:ascii="Times New Roman" w:hAnsi="Times New Roman" w:cs="Times New Roman" w:eastAsia="Times New Roman"/>
          <w:sz w:val="15"/>
          <w:szCs w:val="15"/>
          <w:spacing w:val="20"/>
          <w:w w:val="76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76"/>
        </w:rPr>
        <w:t>9</w:t>
      </w:r>
      <w:r>
        <w:rPr>
          <w:rFonts w:ascii="Times New Roman" w:hAnsi="Times New Roman" w:cs="Times New Roman" w:eastAsia="Times New Roman"/>
          <w:sz w:val="15"/>
          <w:szCs w:val="15"/>
          <w:spacing w:val="19"/>
          <w:w w:val="76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76"/>
        </w:rPr>
        <w:t>6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</w:p>
    <w:p>
      <w:pPr>
        <w:spacing w:before="0" w:after="0" w:line="220" w:lineRule="exact"/>
        <w:ind w:left="5" w:right="87" w:firstLine="-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meetOtherDog.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82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either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virtual.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72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may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concrete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thislsWhat­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Happened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perfectl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acceptable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implementa­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idea.</w:t>
      </w:r>
    </w:p>
    <w:p>
      <w:pPr>
        <w:spacing w:before="0" w:after="0" w:line="220" w:lineRule="exact"/>
        <w:ind w:right="75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must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abstract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meet­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default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67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nonvirtual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IDs,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IDs,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whatlsYourNumbe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virtual.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74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relative­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overridin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methods: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meetOtherDog.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40" w:bottom="280" w:left="500" w:right="560"/>
          <w:cols w:num="2" w:equalWidth="0">
            <w:col w:w="7449" w:space="225"/>
            <w:col w:w="3186"/>
          </w:cols>
        </w:sectPr>
      </w:pPr>
      <w:rPr/>
    </w:p>
    <w:p>
      <w:pPr>
        <w:spacing w:before="45" w:after="0" w:line="519" w:lineRule="exact"/>
        <w:ind w:left="3706" w:right="4514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19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59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6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6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25"/>
          <w:w w:val="46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120" w:bottom="280" w:left="1140" w:right="0"/>
        </w:sectPr>
      </w:pPr>
      <w:rPr/>
    </w:p>
    <w:p>
      <w:pPr>
        <w:spacing w:before="45" w:after="0" w:line="220" w:lineRule="exact"/>
        <w:ind w:left="108" w:right="-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meet­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OtherDo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determine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round.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343" w:right="-5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typical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3" w:right="-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niceDo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3).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players,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niceDo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work-provide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defin­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discussion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Notice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nice­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3" w:right="-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anythin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3" w:right="-4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overriding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meetOtherDog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2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virtual.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3" w:right="-47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niceDo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algorithm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meetOtherDog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rename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niceDo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pats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8" w:right="-45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bad­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steals.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3" w:right="-54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previou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encounter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virtual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sneakyDog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reverse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8"/>
        </w:rPr>
        <w:t>If</w:t>
      </w:r>
      <w:r>
        <w:rPr>
          <w:rFonts w:ascii="Arial" w:hAnsi="Arial" w:cs="Arial" w:eastAsia="Arial"/>
          <w:sz w:val="18"/>
          <w:szCs w:val="18"/>
          <w:spacing w:val="5"/>
          <w:w w:val="12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shared,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steals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sneakyDog's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meetOtherDo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sneakyDo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Scouts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invented.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6" w:lineRule="exact"/>
        <w:ind w:left="113" w:right="-51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sneakyDo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share/steal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7" w:lineRule="exact"/>
        <w:ind w:left="108" w:right="-4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unforgivingDog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/>
        <w:br w:type="column"/>
      </w:r>
      <w:r>
        <w:rPr>
          <w:sz w:val="26"/>
          <w:szCs w:val="26"/>
        </w:rPr>
      </w:r>
    </w:p>
    <w:p>
      <w:pPr>
        <w:spacing w:before="0" w:after="0" w:line="240" w:lineRule="auto"/>
        <w:ind w:left="144" w:right="-20"/>
        <w:jc w:val="left"/>
        <w:tabs>
          <w:tab w:pos="7180" w:val="left"/>
        </w:tabs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v:shape style="position:absolute;margin-left:228.480011pt;margin-top:17.103882pt;width:323.519989pt;height:432.959991pt;mso-position-horizontal-relative:page;mso-position-vertical-relative:paragraph;z-index:-316" type="#_x0000_t75">
            <v:imagedata r:id="rId14" o:title=""/>
          </v:shape>
        </w:pict>
      </w:r>
      <w:r>
        <w:rPr>
          <w:rFonts w:ascii="Arial" w:hAnsi="Arial" w:cs="Arial" w:eastAsia="Arial"/>
          <w:sz w:val="16"/>
          <w:szCs w:val="16"/>
          <w:color w:val="FFFFFF"/>
          <w:w w:val="13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  <w:t>Figur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1"/>
        </w:rPr>
        <w:t>e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4"/>
          <w:w w:val="131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Si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x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5"/>
          <w:w w:val="134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round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s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9"/>
          <w:w w:val="134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f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"/>
          <w:w w:val="134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do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g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16"/>
          <w:w w:val="134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meet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s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23"/>
          <w:w w:val="134"/>
        </w:rPr>
        <w:t> 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0"/>
          <w:w w:val="134"/>
        </w:rPr>
        <w:t>dog.</w:t>
      </w:r>
      <w:r>
        <w:rPr>
          <w:rFonts w:ascii="Arial" w:hAnsi="Arial" w:cs="Arial" w:eastAsia="Arial"/>
          <w:sz w:val="16"/>
          <w:szCs w:val="16"/>
          <w:color w:val="FFFFFF"/>
          <w:highlight w:val="black"/>
          <w:spacing w:val="-56"/>
          <w:w w:val="134"/>
        </w:rPr>
        <w:t> </w:t>
      </w:r>
      <w:r>
        <w:rPr>
          <w:rFonts w:ascii="Arial" w:hAnsi="Arial" w:cs="Arial" w:eastAsia="Arial"/>
          <w:sz w:val="16"/>
          <w:szCs w:val="16"/>
          <w:color w:val="FFFFFF"/>
          <w:spacing w:val="-56"/>
          <w:w w:val="134"/>
        </w:rPr>
      </w:r>
      <w:r>
        <w:rPr>
          <w:rFonts w:ascii="Arial" w:hAnsi="Arial" w:cs="Arial" w:eastAsia="Arial"/>
          <w:sz w:val="16"/>
          <w:szCs w:val="16"/>
          <w:color w:val="FFFFFF"/>
          <w:spacing w:val="0"/>
          <w:w w:val="100"/>
        </w:rPr>
        <w:tab/>
      </w:r>
      <w:r>
        <w:rPr>
          <w:rFonts w:ascii="Arial" w:hAnsi="Arial" w:cs="Arial" w:eastAsia="Arial"/>
          <w:sz w:val="16"/>
          <w:szCs w:val="16"/>
          <w:color w:val="FFFFFF"/>
          <w:spacing w:val="0"/>
          <w:w w:val="100"/>
        </w:rPr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  <w:position w:val="-14"/>
        </w:rPr>
        <w:t>•</w:t>
      </w:r>
      <w:r>
        <w:rPr>
          <w:rFonts w:ascii="Times New Roman" w:hAnsi="Times New Roman" w:cs="Times New Roman" w:eastAsia="Times New Roman"/>
          <w:sz w:val="25"/>
          <w:szCs w:val="25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440" w:bottom="280" w:left="1140" w:right="0"/>
          <w:cols w:num="2" w:equalWidth="0">
            <w:col w:w="3175" w:space="255"/>
            <w:col w:w="7350"/>
          </w:cols>
        </w:sectPr>
      </w:pPr>
      <w:rPr/>
    </w:p>
    <w:p>
      <w:pPr>
        <w:spacing w:before="3" w:after="0" w:line="229" w:lineRule="auto"/>
        <w:ind w:left="113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previous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histor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50"/>
        </w:rPr>
        <w:t>If</w:t>
      </w:r>
      <w:r>
        <w:rPr>
          <w:rFonts w:ascii="Arial" w:hAnsi="Arial" w:cs="Arial" w:eastAsia="Arial"/>
          <w:sz w:val="18"/>
          <w:szCs w:val="18"/>
          <w:spacing w:val="10"/>
          <w:w w:val="15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unforgivingDo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steals.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chance.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9" w:lineRule="auto"/>
        <w:ind w:left="113" w:right="-45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Notice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sneakyDo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unforgivingDo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extensive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None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advantage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opportu­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anybod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don't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eliminate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possibility.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22" w:right="-46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rounds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Figure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2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rounds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ind w:right="-2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meetOtherDog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type.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-35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puddingHeadDog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161's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inventions?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jeanBobDog?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Texas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5" w:right="24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troop!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1861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43"/>
          <w:b/>
          <w:bCs/>
        </w:rPr>
        <w:t>Fin</w:t>
      </w:r>
      <w:r>
        <w:rPr>
          <w:rFonts w:ascii="Arial" w:hAnsi="Arial" w:cs="Arial" w:eastAsia="Arial"/>
          <w:sz w:val="18"/>
          <w:szCs w:val="18"/>
          <w:spacing w:val="0"/>
          <w:w w:val="143"/>
          <w:b/>
          <w:bCs/>
        </w:rPr>
        <w:t>e</w:t>
      </w:r>
      <w:r>
        <w:rPr>
          <w:rFonts w:ascii="Arial" w:hAnsi="Arial" w:cs="Arial" w:eastAsia="Arial"/>
          <w:sz w:val="18"/>
          <w:szCs w:val="18"/>
          <w:spacing w:val="-30"/>
          <w:w w:val="143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3"/>
          <w:b/>
          <w:bCs/>
        </w:rPr>
        <w:t>Print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0" w:right="13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" w:right="-54" w:firstLine="2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e-maile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roger@{c.net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Septembe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retur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e-mail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address.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right="839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warning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errors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fix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error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warnings.</w:t>
      </w:r>
    </w:p>
    <w:p>
      <w:pPr>
        <w:spacing w:before="1" w:after="0" w:line="220" w:lineRule="exact"/>
        <w:ind w:right="832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589.559998pt;margin-top:-401.550018pt;width:.1pt;height:400.560012pt;mso-position-horizontal-relative:page;mso-position-vertical-relative:paragraph;z-index:-314" coordorigin="11791,-8031" coordsize="2,8011">
            <v:shape style="position:absolute;left:11791;top:-8031;width:2;height:8011" coordorigin="11791,-8031" coordsize="0,8011" path="m11791,-20l11791,-8031e" filled="f" stroked="t" strokeweight="1.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inundat­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reserve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limit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contest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SO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groups.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833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playe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play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more.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6" w:lineRule="exact"/>
        <w:ind w:left="5" w:right="823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header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simila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-25" w:right="868" w:firstLine="-5"/>
        <w:jc w:val="righ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consistin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modele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28"/>
        </w:rPr>
        <w:t>Th</w:t>
      </w:r>
      <w:r>
        <w:rPr>
          <w:rFonts w:ascii="Arial" w:hAnsi="Arial" w:cs="Arial" w:eastAsia="Arial"/>
          <w:sz w:val="12"/>
          <w:szCs w:val="12"/>
          <w:spacing w:val="0"/>
          <w:w w:val="128"/>
        </w:rPr>
        <w:t>e</w:t>
      </w:r>
      <w:r>
        <w:rPr>
          <w:rFonts w:ascii="Arial" w:hAnsi="Arial" w:cs="Arial" w:eastAsia="Arial"/>
          <w:sz w:val="12"/>
          <w:szCs w:val="12"/>
          <w:spacing w:val="-12"/>
          <w:w w:val="128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28"/>
        </w:rPr>
        <w:t>Worl</w:t>
      </w:r>
      <w:r>
        <w:rPr>
          <w:rFonts w:ascii="Arial" w:hAnsi="Arial" w:cs="Arial" w:eastAsia="Arial"/>
          <w:sz w:val="12"/>
          <w:szCs w:val="12"/>
          <w:spacing w:val="0"/>
          <w:w w:val="128"/>
        </w:rPr>
        <w:t>d</w:t>
      </w:r>
      <w:r>
        <w:rPr>
          <w:rFonts w:ascii="Arial" w:hAnsi="Arial" w:cs="Arial" w:eastAsia="Arial"/>
          <w:sz w:val="12"/>
          <w:szCs w:val="12"/>
          <w:spacing w:val="-6"/>
          <w:w w:val="128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Of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3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32"/>
        </w:rPr>
        <w:t>Objects,</w:t>
      </w:r>
      <w:r>
        <w:rPr>
          <w:rFonts w:ascii="Arial" w:hAnsi="Arial" w:cs="Arial" w:eastAsia="Arial"/>
          <w:sz w:val="12"/>
          <w:szCs w:val="12"/>
          <w:spacing w:val="-24"/>
          <w:w w:val="132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i/>
        </w:rPr>
        <w:t>cont'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15"/>
          <w:szCs w:val="15"/>
          <w:spacing w:val="9"/>
          <w:w w:val="100"/>
          <w:i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100"/>
          <w:i/>
        </w:rPr>
        <w:t>.</w:t>
      </w:r>
      <w:r>
        <w:rPr>
          <w:rFonts w:ascii="Arial" w:hAnsi="Arial" w:cs="Arial" w:eastAsia="Arial"/>
          <w:sz w:val="16"/>
          <w:szCs w:val="16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19"/>
          <w:i/>
        </w:rPr>
        <w:t>63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</w:p>
    <w:p>
      <w:pPr>
        <w:jc w:val="right"/>
        <w:spacing w:after="0"/>
        <w:sectPr>
          <w:type w:val="continuous"/>
          <w:pgSz w:w="11920" w:h="16860"/>
          <w:pgMar w:top="440" w:bottom="280" w:left="1140" w:right="0"/>
          <w:cols w:num="3" w:equalWidth="0">
            <w:col w:w="3178" w:space="285"/>
            <w:col w:w="3080" w:space="275"/>
            <w:col w:w="3962"/>
          </w:cols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22.799999pt;margin-top:6.960001pt;width:.1pt;height:776.160023pt;mso-position-horizontal-relative:page;mso-position-vertical-relative:page;z-index:-315" coordorigin="456,139" coordsize="2,15523">
            <v:shape style="position:absolute;left:456;top:139;width:2;height:15523" coordorigin="456,139" coordsize="0,15523" path="m456,15662l456,139e" filled="f" stroked="t" strokeweight=".96pt" strokecolor="#000000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40" w:lineRule="auto"/>
        <w:ind w:left="7020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10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6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1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1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59"/>
        </w:rPr>
        <w:t>J</w:t>
      </w:r>
      <w:r>
        <w:rPr>
          <w:rFonts w:ascii="Times New Roman" w:hAnsi="Times New Roman" w:cs="Times New Roman" w:eastAsia="Times New Roman"/>
          <w:sz w:val="15"/>
          <w:szCs w:val="15"/>
          <w:spacing w:val="21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U</w:t>
      </w:r>
      <w:r>
        <w:rPr>
          <w:rFonts w:ascii="Arial" w:hAnsi="Arial" w:cs="Arial" w:eastAsia="Arial"/>
          <w:sz w:val="15"/>
          <w:szCs w:val="15"/>
          <w:spacing w:val="23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L</w:t>
      </w:r>
      <w:r>
        <w:rPr>
          <w:rFonts w:ascii="Arial" w:hAnsi="Arial" w:cs="Arial" w:eastAsia="Arial"/>
          <w:sz w:val="15"/>
          <w:szCs w:val="15"/>
          <w:spacing w:val="19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 </w:t>
      </w:r>
      <w:r>
        <w:rPr>
          <w:rFonts w:ascii="Arial" w:hAnsi="Arial" w:cs="Arial" w:eastAsia="Arial"/>
          <w:sz w:val="15"/>
          <w:szCs w:val="15"/>
          <w:spacing w:val="1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1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8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 </w:t>
      </w:r>
      <w:r>
        <w:rPr>
          <w:rFonts w:ascii="Arial" w:hAnsi="Arial" w:cs="Arial" w:eastAsia="Arial"/>
          <w:sz w:val="15"/>
          <w:szCs w:val="15"/>
          <w:spacing w:val="24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7"/>
        </w:rPr>
        <w:t>47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40" w:bottom="280" w:left="1140" w:right="0"/>
        </w:sectPr>
      </w:pPr>
      <w:rPr/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114" w:right="1029"/>
        <w:jc w:val="center"/>
        <w:rPr>
          <w:rFonts w:ascii="Arial" w:hAnsi="Arial" w:cs="Arial" w:eastAsia="Arial"/>
          <w:sz w:val="45"/>
          <w:szCs w:val="45"/>
        </w:rPr>
      </w:pPr>
      <w:rPr/>
      <w:r>
        <w:rPr>
          <w:rFonts w:ascii="Arial" w:hAnsi="Arial" w:cs="Arial" w:eastAsia="Arial"/>
          <w:sz w:val="45"/>
          <w:szCs w:val="45"/>
          <w:spacing w:val="0"/>
          <w:w w:val="51"/>
          <w:b/>
          <w:bCs/>
        </w:rPr>
        <w:t>Objects</w:t>
      </w:r>
      <w:r>
        <w:rPr>
          <w:rFonts w:ascii="Arial" w:hAnsi="Arial" w:cs="Arial" w:eastAsia="Arial"/>
          <w:sz w:val="45"/>
          <w:szCs w:val="45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079" w:right="-24" w:firstLine="-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29"/>
        </w:rPr>
        <w:t>Th</w:t>
      </w:r>
      <w:r>
        <w:rPr>
          <w:rFonts w:ascii="Arial" w:hAnsi="Arial" w:cs="Arial" w:eastAsia="Arial"/>
          <w:sz w:val="12"/>
          <w:szCs w:val="12"/>
          <w:spacing w:val="0"/>
          <w:w w:val="129"/>
        </w:rPr>
        <w:t>e</w:t>
      </w:r>
      <w:r>
        <w:rPr>
          <w:rFonts w:ascii="Arial" w:hAnsi="Arial" w:cs="Arial" w:eastAsia="Arial"/>
          <w:sz w:val="12"/>
          <w:szCs w:val="12"/>
          <w:spacing w:val="-16"/>
          <w:w w:val="129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29"/>
        </w:rPr>
        <w:t>Worl</w:t>
      </w:r>
      <w:r>
        <w:rPr>
          <w:rFonts w:ascii="Arial" w:hAnsi="Arial" w:cs="Arial" w:eastAsia="Arial"/>
          <w:sz w:val="12"/>
          <w:szCs w:val="12"/>
          <w:spacing w:val="0"/>
          <w:w w:val="129"/>
        </w:rPr>
        <w:t>d</w:t>
      </w:r>
      <w:r>
        <w:rPr>
          <w:rFonts w:ascii="Arial" w:hAnsi="Arial" w:cs="Arial" w:eastAsia="Arial"/>
          <w:sz w:val="12"/>
          <w:szCs w:val="12"/>
          <w:spacing w:val="-17"/>
          <w:w w:val="129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29"/>
        </w:rPr>
        <w:t>o</w:t>
      </w:r>
      <w:r>
        <w:rPr>
          <w:rFonts w:ascii="Arial" w:hAnsi="Arial" w:cs="Arial" w:eastAsia="Arial"/>
          <w:sz w:val="12"/>
          <w:szCs w:val="12"/>
          <w:spacing w:val="0"/>
          <w:w w:val="129"/>
        </w:rPr>
        <w:t>f</w:t>
      </w:r>
      <w:r>
        <w:rPr>
          <w:rFonts w:ascii="Arial" w:hAnsi="Arial" w:cs="Arial" w:eastAsia="Arial"/>
          <w:sz w:val="12"/>
          <w:szCs w:val="12"/>
          <w:spacing w:val="3"/>
          <w:w w:val="129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29"/>
        </w:rPr>
        <w:t>Objects,</w:t>
      </w:r>
      <w:r>
        <w:rPr>
          <w:rFonts w:ascii="Arial" w:hAnsi="Arial" w:cs="Arial" w:eastAsia="Arial"/>
          <w:sz w:val="12"/>
          <w:szCs w:val="12"/>
          <w:spacing w:val="5"/>
          <w:w w:val="12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cont'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4"/>
          <w:i/>
        </w:rPr>
        <w:t>{romp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15"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  <w:i/>
        </w:rPr>
        <w:t>47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meetOther­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algorithm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choice.</w:t>
      </w:r>
    </w:p>
    <w:p>
      <w:pPr>
        <w:spacing w:before="0" w:after="0" w:line="215" w:lineRule="exact"/>
        <w:ind w:left="1323" w:right="-4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79" w:right="-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promise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developed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algorithm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own.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74" w:right="-23" w:firstLine="25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e-mail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address.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1"/>
        </w:rPr>
        <w:t>If</w:t>
      </w:r>
      <w:r>
        <w:rPr>
          <w:rFonts w:ascii="Arial" w:hAnsi="Arial" w:cs="Arial" w:eastAsia="Arial"/>
          <w:sz w:val="19"/>
          <w:szCs w:val="19"/>
          <w:spacing w:val="-16"/>
          <w:w w:val="13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involved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identified.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74" w:right="-35" w:firstLine="2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cheatin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overriding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shouldn't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shouldn't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4" w:lineRule="exact"/>
        <w:ind w:left="1070" w:right="196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accessing.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1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30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74" w:right="-1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maintai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9" w:lineRule="auto"/>
        <w:ind w:left="1065" w:right="-2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official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.zip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containing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sample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Magazine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URL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Home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http://www.fc.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net/-roger/owatch.htm.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308" w:right="-4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luck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You'll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-1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-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3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  <w:position w:val="-1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28" w:lineRule="exact"/>
        <w:ind w:left="1070" w:right="-54"/>
        <w:jc w:val="both"/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79"/>
        </w:rPr>
        <w:t>Dim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55" w:right="662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9"/>
          <w:b/>
          <w:bCs/>
          <w:i/>
        </w:rPr>
        <w:t>Acknowledgements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065" w:right="-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grateful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Girl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Troop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74" w:right="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161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Emily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Erin,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65" w:right="-9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Chandra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intrepid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Alice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Sessions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inspiratio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article.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070" w:right="-15" w:firstLine="-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1.964954pt;margin-top:-30.459337pt;width:.1pt;height:83.785168pt;mso-position-horizontal-relative:page;mso-position-vertical-relative:paragraph;z-index:-311" coordorigin="439,-609" coordsize="2,1676">
            <v:shape style="position:absolute;left:439;top:-609;width:2;height:1676" coordorigin="439,-609" coordsize="0,1676" path="m439,1067l439,-609e" filled="f" stroked="t" strokeweight=".7162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Session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president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Object­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company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specializin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consultin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DSOM.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spoke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070" w:right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30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conference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exten­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70" w:right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sively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book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6" w:lineRule="auto"/>
        <w:ind w:left="1050" w:right="-8" w:firstLine="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tence: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Databasesi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Constructio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C++: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Funda­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mentalsi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Reusable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Struc­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publishe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newslette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Objec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Watch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contacte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roger@{c.net.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      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/>
        <w:br w:type="column"/>
      </w:r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6" w:right="1179"/>
        <w:jc w:val="center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268.59317pt;margin-top:21.270943pt;width:89.769811pt;height:.1pt;mso-position-horizontal-relative:page;mso-position-vertical-relative:paragraph;z-index:-310" coordorigin="5372,425" coordsize="1795,2">
            <v:shape style="position:absolute;left:5372;top:425;width:1795;height:2" coordorigin="5372,425" coordsize="1795,0" path="m5372,425l7167,425e" filled="f" stroked="t" strokeweight=".71624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8"/>
          <w:szCs w:val="28"/>
          <w:spacing w:val="0"/>
          <w:w w:val="81"/>
          <w:b/>
          <w:bCs/>
        </w:rPr>
        <w:t>REXX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18"/>
        </w:rPr>
        <w:t>Th</w:t>
      </w:r>
      <w:r>
        <w:rPr>
          <w:rFonts w:ascii="Arial" w:hAnsi="Arial" w:cs="Arial" w:eastAsia="Arial"/>
          <w:sz w:val="12"/>
          <w:szCs w:val="12"/>
          <w:spacing w:val="0"/>
          <w:w w:val="118"/>
        </w:rPr>
        <w:t>e</w:t>
      </w:r>
      <w:r>
        <w:rPr>
          <w:rFonts w:ascii="Arial" w:hAnsi="Arial" w:cs="Arial" w:eastAsia="Arial"/>
          <w:sz w:val="12"/>
          <w:szCs w:val="12"/>
          <w:spacing w:val="7"/>
          <w:w w:val="118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18"/>
        </w:rPr>
        <w:t>REXX</w:t>
      </w:r>
      <w:r>
        <w:rPr>
          <w:rFonts w:ascii="Arial" w:hAnsi="Arial" w:cs="Arial" w:eastAsia="Arial"/>
          <w:sz w:val="12"/>
          <w:szCs w:val="12"/>
          <w:spacing w:val="-17"/>
          <w:w w:val="118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28"/>
        </w:rPr>
        <w:t>Column,</w:t>
      </w:r>
      <w:r>
        <w:rPr>
          <w:rFonts w:ascii="Arial" w:hAnsi="Arial" w:cs="Arial" w:eastAsia="Arial"/>
          <w:sz w:val="12"/>
          <w:szCs w:val="12"/>
          <w:spacing w:val="-8"/>
          <w:w w:val="128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cont'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fro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4"/>
          <w:i/>
        </w:rPr>
        <w:t>p.</w:t>
      </w:r>
      <w:r>
        <w:rPr>
          <w:rFonts w:ascii="Times New Roman" w:hAnsi="Times New Roman" w:cs="Times New Roman" w:eastAsia="Times New Roman"/>
          <w:sz w:val="16"/>
          <w:szCs w:val="16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6"/>
          <w:i/>
        </w:rPr>
        <w:t>56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6" w:after="0" w:line="230" w:lineRule="auto"/>
        <w:ind w:left="19" w:right="-22" w:firstLine="2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trace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instructio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envi­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eliminate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hassle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TRACE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instructions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instruction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separate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semi­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aroun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instructio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"magic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trace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instruction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4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64"/>
        </w:rPr>
        <w:t>t</w:t>
      </w:r>
      <w:r>
        <w:rPr>
          <w:rFonts w:ascii="Arial" w:hAnsi="Arial" w:cs="Arial" w:eastAsia="Arial"/>
          <w:sz w:val="17"/>
          <w:szCs w:val="17"/>
          <w:spacing w:val="-12"/>
          <w:w w:val="16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dormant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skeleton.cm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until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envi­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TRACE=?R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tracing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reset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environment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7" w:lineRule="exact"/>
        <w:ind w:left="24" w:right="-54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TRACE=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negate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80"/>
        </w:rPr>
        <w:t>Dim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0" w:lineRule="exact"/>
        <w:ind w:left="-17" w:right="12" w:firstLine="-26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Dick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Goran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autho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REXX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Summar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Handbook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industry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1961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i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mainframe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busines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until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1987.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teache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REXX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corporate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clients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OS/2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free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REXX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utility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programs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downloaded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OS2DF1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6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CompuServe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FTPe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ftp://ftp.cfsrexx.com/pub.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reache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e-mail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  <w:i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2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hyperlink r:id="rId15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  <w:i/>
          </w:rPr>
          <w:t>71154.2002@compuserve.com.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</w:rPr>
        </w:r>
      </w:hyperlink>
    </w:p>
    <w:p>
      <w:pPr>
        <w:spacing w:before="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54.560003pt;height:24.96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24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</w:rPr>
        <w:t>RE:XXLI</w:t>
      </w:r>
      <w:r>
        <w:rPr>
          <w:rFonts w:ascii="Arial" w:hAnsi="Arial" w:cs="Arial" w:eastAsia="Arial"/>
          <w:sz w:val="18"/>
          <w:szCs w:val="18"/>
          <w:spacing w:val="0"/>
          <w:w w:val="115"/>
          <w:b/>
          <w:bCs/>
        </w:rPr>
        <w:t>B</w:t>
      </w:r>
      <w:r>
        <w:rPr>
          <w:rFonts w:ascii="Arial" w:hAnsi="Arial" w:cs="Arial" w:eastAsia="Arial"/>
          <w:sz w:val="18"/>
          <w:szCs w:val="18"/>
          <w:spacing w:val="25"/>
          <w:w w:val="115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9"/>
          <w:b/>
          <w:bCs/>
        </w:rPr>
        <w:t>($50)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22" w:lineRule="exact"/>
        <w:ind w:left="115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60"/>
        </w:rPr>
        <w:t>Quercu</w:t>
      </w:r>
      <w:r>
        <w:rPr>
          <w:rFonts w:ascii="Arial" w:hAnsi="Arial" w:cs="Arial" w:eastAsia="Arial"/>
          <w:sz w:val="20"/>
          <w:szCs w:val="20"/>
          <w:spacing w:val="0"/>
          <w:w w:val="60"/>
        </w:rPr>
        <w:t>s</w:t>
      </w:r>
      <w:r>
        <w:rPr>
          <w:rFonts w:ascii="Arial" w:hAnsi="Arial" w:cs="Arial" w:eastAsia="Arial"/>
          <w:sz w:val="20"/>
          <w:szCs w:val="20"/>
          <w:spacing w:val="14"/>
          <w:w w:val="6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63"/>
        </w:rPr>
        <w:t>Systems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2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</w:rPr>
        <w:t>(408)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7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</w:rPr>
        <w:t>867-7399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29" w:lineRule="exact"/>
        <w:ind w:left="81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42"/>
        </w:rPr>
        <w:t>·</w:t>
      </w:r>
      <w:r>
        <w:rPr>
          <w:rFonts w:ascii="Times New Roman" w:hAnsi="Times New Roman" w:cs="Times New Roman" w:eastAsia="Times New Roman"/>
          <w:sz w:val="22"/>
          <w:szCs w:val="22"/>
          <w:spacing w:val="-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57"/>
        </w:rPr>
        <w:t>WWW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57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75"/>
          <w:i/>
        </w:rPr>
        <w:t>http:/</w:t>
      </w:r>
      <w:r>
        <w:rPr>
          <w:rFonts w:ascii="Times New Roman" w:hAnsi="Times New Roman" w:cs="Times New Roman" w:eastAsia="Times New Roman"/>
          <w:sz w:val="23"/>
          <w:szCs w:val="23"/>
          <w:spacing w:val="-31"/>
          <w:w w:val="100"/>
          <w:i/>
        </w:rPr>
        <w:t> </w:t>
      </w:r>
      <w:hyperlink r:id="rId17">
        <w:r>
          <w:rPr>
            <w:rFonts w:ascii="Times New Roman" w:hAnsi="Times New Roman" w:cs="Times New Roman" w:eastAsia="Times New Roman"/>
            <w:sz w:val="23"/>
            <w:szCs w:val="23"/>
            <w:spacing w:val="0"/>
            <w:w w:val="74"/>
            <w:i/>
          </w:rPr>
          <w:t>jwww</w:t>
        </w:r>
      </w:hyperlink>
      <w:r>
        <w:rPr>
          <w:rFonts w:ascii="Times New Roman" w:hAnsi="Times New Roman" w:cs="Times New Roman" w:eastAsia="Times New Roman"/>
          <w:sz w:val="23"/>
          <w:szCs w:val="23"/>
          <w:spacing w:val="-10"/>
          <w:w w:val="75"/>
          <w:i/>
        </w:rPr>
        <w:t>.</w:t>
      </w:r>
      <w:hyperlink r:id="rId18">
        <w:r>
          <w:rPr>
            <w:rFonts w:ascii="Times New Roman" w:hAnsi="Times New Roman" w:cs="Times New Roman" w:eastAsia="Times New Roman"/>
            <w:sz w:val="23"/>
            <w:szCs w:val="23"/>
            <w:spacing w:val="0"/>
            <w:w w:val="61"/>
            <w:i/>
          </w:rPr>
          <w:t>quercus-sys</w:t>
        </w:r>
        <w:r>
          <w:rPr>
            <w:rFonts w:ascii="Times New Roman" w:hAnsi="Times New Roman" w:cs="Times New Roman" w:eastAsia="Times New Roman"/>
            <w:sz w:val="23"/>
            <w:szCs w:val="23"/>
            <w:spacing w:val="-11"/>
            <w:w w:val="62"/>
            <w:i/>
          </w:rPr>
          <w:t>.</w:t>
        </w:r>
        <w:r>
          <w:rPr>
            <w:rFonts w:ascii="Times New Roman" w:hAnsi="Times New Roman" w:cs="Times New Roman" w:eastAsia="Times New Roman"/>
            <w:sz w:val="23"/>
            <w:szCs w:val="23"/>
            <w:spacing w:val="0"/>
            <w:w w:val="63"/>
            <w:i/>
          </w:rPr>
          <w:t>com</w:t>
        </w:r>
        <w:r>
          <w:rPr>
            <w:rFonts w:ascii="Times New Roman" w:hAnsi="Times New Roman" w:cs="Times New Roman" w:eastAsia="Times New Roman"/>
            <w:sz w:val="23"/>
            <w:szCs w:val="23"/>
            <w:spacing w:val="0"/>
            <w:w w:val="100"/>
          </w:rPr>
        </w:r>
      </w:hyperlink>
    </w:p>
    <w:p>
      <w:pPr>
        <w:spacing w:before="34" w:after="0" w:line="240" w:lineRule="auto"/>
        <w:ind w:left="115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51"/>
        </w:rPr>
        <w:t>READE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R</w:t>
      </w:r>
      <w:r>
        <w:rPr>
          <w:rFonts w:ascii="Arial" w:hAnsi="Arial" w:cs="Arial" w:eastAsia="Arial"/>
          <w:sz w:val="15"/>
          <w:szCs w:val="15"/>
          <w:spacing w:val="16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SERVICE</w:t>
      </w:r>
      <w:r>
        <w:rPr>
          <w:rFonts w:ascii="Arial" w:hAnsi="Arial" w:cs="Arial" w:eastAsia="Arial"/>
          <w:sz w:val="15"/>
          <w:szCs w:val="15"/>
          <w:spacing w:val="19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NO.</w:t>
      </w:r>
      <w:r>
        <w:rPr>
          <w:rFonts w:ascii="Arial" w:hAnsi="Arial" w:cs="Arial" w:eastAsia="Arial"/>
          <w:sz w:val="15"/>
          <w:szCs w:val="15"/>
          <w:spacing w:val="-30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4"/>
        </w:rPr>
        <w:t>120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5" w:lineRule="auto"/>
        <w:ind w:left="119" w:right="9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8"/>
          <w:b/>
          <w:bCs/>
        </w:rPr>
        <w:t>Rexx</w:t>
      </w:r>
      <w:r>
        <w:rPr>
          <w:rFonts w:ascii="Arial" w:hAnsi="Arial" w:cs="Arial" w:eastAsia="Arial"/>
          <w:sz w:val="18"/>
          <w:szCs w:val="18"/>
          <w:spacing w:val="-9"/>
          <w:w w:val="138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8"/>
          <w:b/>
          <w:bCs/>
        </w:rPr>
        <w:t>SuperSet/2</w:t>
      </w:r>
      <w:r>
        <w:rPr>
          <w:rFonts w:ascii="Arial" w:hAnsi="Arial" w:cs="Arial" w:eastAsia="Arial"/>
          <w:sz w:val="18"/>
          <w:szCs w:val="18"/>
          <w:spacing w:val="0"/>
          <w:w w:val="138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9"/>
          <w:b/>
          <w:bCs/>
        </w:rPr>
        <w:t>(</w:t>
      </w:r>
      <w:r>
        <w:rPr>
          <w:rFonts w:ascii="Arial" w:hAnsi="Arial" w:cs="Arial" w:eastAsia="Arial"/>
          <w:sz w:val="18"/>
          <w:szCs w:val="18"/>
          <w:spacing w:val="0"/>
          <w:w w:val="148"/>
          <w:b/>
          <w:bCs/>
        </w:rPr>
        <w:t>$79.00</w:t>
      </w:r>
      <w:r>
        <w:rPr>
          <w:rFonts w:ascii="Arial" w:hAnsi="Arial" w:cs="Arial" w:eastAsia="Arial"/>
          <w:sz w:val="18"/>
          <w:szCs w:val="18"/>
          <w:spacing w:val="0"/>
          <w:w w:val="149"/>
          <w:b/>
          <w:bCs/>
        </w:rPr>
        <w:t>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10" w:lineRule="exact"/>
        <w:ind w:left="115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w w:val="62"/>
        </w:rPr>
        <w:t>Gamm</w:t>
      </w:r>
      <w:r>
        <w:rPr>
          <w:rFonts w:ascii="Arial" w:hAnsi="Arial" w:cs="Arial" w:eastAsia="Arial"/>
          <w:sz w:val="20"/>
          <w:szCs w:val="20"/>
          <w:spacing w:val="3"/>
          <w:w w:val="63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60"/>
        </w:rPr>
        <w:t>Tech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24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</w:rPr>
        <w:t>(405)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74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74"/>
        </w:rPr>
        <w:t>947-8080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29" w:lineRule="exact"/>
        <w:ind w:left="115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hyperlink r:id="rId19">
        <w:r>
          <w:rPr>
            <w:rFonts w:ascii="Times New Roman" w:hAnsi="Times New Roman" w:cs="Times New Roman" w:eastAsia="Times New Roman"/>
            <w:sz w:val="23"/>
            <w:szCs w:val="23"/>
            <w:spacing w:val="0"/>
            <w:w w:val="67"/>
            <w:i/>
          </w:rPr>
          <w:t>E-mail72274.102@compuserve.com</w:t>
        </w:r>
        <w:r>
          <w:rPr>
            <w:rFonts w:ascii="Times New Roman" w:hAnsi="Times New Roman" w:cs="Times New Roman" w:eastAsia="Times New Roman"/>
            <w:sz w:val="23"/>
            <w:szCs w:val="23"/>
            <w:spacing w:val="0"/>
            <w:w w:val="100"/>
          </w:rPr>
        </w:r>
      </w:hyperlink>
    </w:p>
    <w:p>
      <w:pPr>
        <w:spacing w:before="34" w:after="0" w:line="240" w:lineRule="auto"/>
        <w:ind w:left="115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51"/>
        </w:rPr>
        <w:t>READE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R</w:t>
      </w:r>
      <w:r>
        <w:rPr>
          <w:rFonts w:ascii="Arial" w:hAnsi="Arial" w:cs="Arial" w:eastAsia="Arial"/>
          <w:sz w:val="15"/>
          <w:szCs w:val="15"/>
          <w:spacing w:val="16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SERVICE</w:t>
      </w:r>
      <w:r>
        <w:rPr>
          <w:rFonts w:ascii="Arial" w:hAnsi="Arial" w:cs="Arial" w:eastAsia="Arial"/>
          <w:sz w:val="15"/>
          <w:szCs w:val="15"/>
          <w:spacing w:val="19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</w:rPr>
        <w:t>NO.</w:t>
      </w:r>
      <w:r>
        <w:rPr>
          <w:rFonts w:ascii="Arial" w:hAnsi="Arial" w:cs="Arial" w:eastAsia="Arial"/>
          <w:sz w:val="15"/>
          <w:szCs w:val="15"/>
          <w:spacing w:val="-25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2"/>
        </w:rPr>
        <w:t>121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9" w:lineRule="auto"/>
        <w:ind w:left="105" w:right="448" w:firstLine="1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1"/>
          <w:b/>
          <w:bCs/>
        </w:rPr>
        <w:t>Dave</w:t>
      </w:r>
      <w:r>
        <w:rPr>
          <w:rFonts w:ascii="Arial" w:hAnsi="Arial" w:cs="Arial" w:eastAsia="Arial"/>
          <w:sz w:val="18"/>
          <w:szCs w:val="18"/>
          <w:spacing w:val="26"/>
          <w:w w:val="131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1"/>
          <w:b/>
          <w:bCs/>
        </w:rPr>
        <w:t>Boll'</w:t>
      </w:r>
      <w:r>
        <w:rPr>
          <w:rFonts w:ascii="Arial" w:hAnsi="Arial" w:cs="Arial" w:eastAsia="Arial"/>
          <w:sz w:val="18"/>
          <w:szCs w:val="18"/>
          <w:spacing w:val="0"/>
          <w:w w:val="131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15"/>
          <w:w w:val="131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1"/>
          <w:b/>
          <w:bCs/>
        </w:rPr>
        <w:t>RX</w:t>
      </w:r>
      <w:r>
        <w:rPr>
          <w:rFonts w:ascii="Arial" w:hAnsi="Arial" w:cs="Arial" w:eastAsia="Arial"/>
          <w:sz w:val="18"/>
          <w:szCs w:val="18"/>
          <w:spacing w:val="0"/>
          <w:w w:val="131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-16"/>
          <w:w w:val="131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3"/>
          <w:b/>
          <w:bCs/>
        </w:rPr>
        <w:t>(free</w:t>
      </w:r>
      <w:r>
        <w:rPr>
          <w:rFonts w:ascii="Arial" w:hAnsi="Arial" w:cs="Arial" w:eastAsia="Arial"/>
          <w:sz w:val="18"/>
          <w:szCs w:val="18"/>
          <w:spacing w:val="0"/>
          <w:w w:val="143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4"/>
          <w:b/>
          <w:bCs/>
        </w:rPr>
        <w:t>fo</w:t>
      </w:r>
      <w:r>
        <w:rPr>
          <w:rFonts w:ascii="Arial" w:hAnsi="Arial" w:cs="Arial" w:eastAsia="Arial"/>
          <w:sz w:val="18"/>
          <w:szCs w:val="18"/>
          <w:spacing w:val="0"/>
          <w:w w:val="134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6"/>
          <w:w w:val="134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3"/>
          <w:b/>
          <w:bCs/>
        </w:rPr>
        <w:t>download</w:t>
      </w:r>
      <w:r>
        <w:rPr>
          <w:rFonts w:ascii="Arial" w:hAnsi="Arial" w:cs="Arial" w:eastAsia="Arial"/>
          <w:sz w:val="18"/>
          <w:szCs w:val="18"/>
          <w:spacing w:val="0"/>
          <w:w w:val="134"/>
          <w:b/>
          <w:bCs/>
        </w:rPr>
        <w:t>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19" w:lineRule="exact"/>
        <w:ind w:left="115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51"/>
          <w:position w:val="1"/>
        </w:rPr>
        <w:t>FT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51"/>
          <w:position w:val="1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51"/>
          <w:position w:val="1"/>
        </w:rPr>
        <w:t>  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51"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7"/>
          <w:i/>
          <w:position w:val="1"/>
        </w:rPr>
        <w:t>ftp.cfsrexx.comjpubjrx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8"/>
          <w:i/>
          <w:position w:val="1"/>
        </w:rPr>
        <w:t>u</w:t>
      </w:r>
      <w:r>
        <w:rPr>
          <w:rFonts w:ascii="Times New Roman" w:hAnsi="Times New Roman" w:cs="Times New Roman" w:eastAsia="Times New Roman"/>
          <w:sz w:val="23"/>
          <w:szCs w:val="23"/>
          <w:spacing w:val="-43"/>
          <w:w w:val="100"/>
          <w:i/>
          <w:position w:val="1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66"/>
          <w:i/>
          <w:position w:val="1"/>
        </w:rPr>
        <w:t>19.zip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  <w:position w:val="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59.360pt;height:722.88pt;mso-position-horizontal-relative:char;mso-position-vertical-relative:line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81" w:lineRule="exact"/>
        <w:ind w:left="10" w:right="-20"/>
        <w:jc w:val="left"/>
        <w:tabs>
          <w:tab w:pos="2740" w:val="left"/>
        </w:tabs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31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31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21"/>
          <w:w w:val="13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4"/>
          <w:w w:val="100"/>
          <w:b/>
          <w:bCs/>
          <w:i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1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20"/>
          <w:w w:val="13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5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75"/>
          <w:b/>
          <w:bCs/>
        </w:rPr>
        <w:t>  </w:t>
      </w:r>
      <w:r>
        <w:rPr>
          <w:rFonts w:ascii="Arial" w:hAnsi="Arial" w:cs="Arial" w:eastAsia="Arial"/>
          <w:sz w:val="15"/>
          <w:szCs w:val="15"/>
          <w:spacing w:val="19"/>
          <w:w w:val="75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J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 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5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3"/>
        </w:rPr>
        <w:t>Y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3"/>
        </w:rPr>
        <w:t>      </w:t>
      </w:r>
      <w:r>
        <w:rPr>
          <w:rFonts w:ascii="Times New Roman" w:hAnsi="Times New Roman" w:cs="Times New Roman" w:eastAsia="Times New Roman"/>
          <w:sz w:val="16"/>
          <w:szCs w:val="16"/>
          <w:spacing w:val="10"/>
          <w:w w:val="43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9</w:t>
      </w:r>
      <w:r>
        <w:rPr>
          <w:rFonts w:ascii="Times New Roman" w:hAnsi="Times New Roman" w:cs="Times New Roman" w:eastAsia="Times New Roman"/>
          <w:sz w:val="16"/>
          <w:szCs w:val="16"/>
          <w:spacing w:val="22"/>
          <w:w w:val="6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9"/>
        </w:rPr>
        <w:t>6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Arial" w:hAnsi="Arial" w:cs="Arial" w:eastAsia="Arial"/>
          <w:sz w:val="14"/>
          <w:szCs w:val="14"/>
          <w:spacing w:val="0"/>
          <w:w w:val="149"/>
        </w:rPr>
        <w:t>63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pgSz w:w="11920" w:h="16860"/>
          <w:pgMar w:top="440" w:bottom="280" w:left="320" w:right="480"/>
          <w:cols w:num="3" w:equalWidth="0">
            <w:col w:w="4129" w:space="273"/>
            <w:col w:w="3092" w:space="326"/>
            <w:col w:w="3300"/>
          </w:cols>
        </w:sectPr>
      </w:pPr>
      <w:rPr/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/>
        <w:pict>
          <v:group style="position:absolute;margin-left:4.799988pt;margin-top:16.080025pt;width:57.599998pt;height:473.099214pt;mso-position-horizontal-relative:page;mso-position-vertical-relative:page;z-index:-313" coordorigin="96,322" coordsize="1152,9462">
            <v:shape style="position:absolute;left:96;top:322;width:1152;height:326" type="#_x0000_t75">
              <v:imagedata r:id="rId21" o:title=""/>
            </v:shape>
            <v:group style="position:absolute;left:435;top:579;width:2;height:9197" coordorigin="435,579" coordsize="2,9197">
              <v:shape style="position:absolute;left:435;top:579;width:2;height:9197" coordorigin="435,579" coordsize="0,9197" path="m435,9776l435,579e" filled="f" stroked="t" strokeweight=".71624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.968737pt;margin-top:7.295782pt;width:57.538629pt;height:.1pt;mso-position-horizontal-relative:page;mso-position-vertical-relative:page;z-index:-312" coordorigin="119,146" coordsize="1151,2">
            <v:shape style="position:absolute;left:119;top:146;width:1151;height:2" coordorigin="119,146" coordsize="1151,0" path="m119,146l1270,146e" filled="f" stroked="t" strokeweight=".477499pt" strokecolor="#000000">
              <v:path arrowok="t"/>
            </v:shape>
          </v:group>
          <w10:wrap type="none"/>
        </w:pict>
      </w:r>
      <w:r>
        <w:rPr>
          <w:sz w:val="26"/>
          <w:szCs w:val="26"/>
        </w:rPr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5"/>
          <w:szCs w:val="5"/>
        </w:rPr>
      </w:pPr>
      <w:rPr/>
      <w:r>
        <w:rPr/>
        <w:pict>
          <v:group style="position:absolute;margin-left:8.833740pt;margin-top:11.1089pt;width:12.960001pt;height:.1pt;mso-position-horizontal-relative:page;mso-position-vertical-relative:paragraph;z-index:-309" coordorigin="177,222" coordsize="259,2">
            <v:shape style="position:absolute;left:177;top:222;width:259;height:2" coordorigin="177,222" coordsize="259,0" path="m177,222l436,222e" filled="f" stroked="t" strokeweight=".6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\._.-··-</w:t>
      </w:r>
      <w:r>
        <w:rPr>
          <w:rFonts w:ascii="Arial" w:hAnsi="Arial" w:cs="Arial" w:eastAsia="Arial"/>
          <w:sz w:val="17"/>
          <w:szCs w:val="17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5"/>
          <w:szCs w:val="5"/>
          <w:spacing w:val="0"/>
          <w:w w:val="242"/>
        </w:rPr>
        <w:t>·-</w:t>
      </w:r>
      <w:r>
        <w:rPr>
          <w:rFonts w:ascii="Times New Roman" w:hAnsi="Times New Roman" w:cs="Times New Roman" w:eastAsia="Times New Roman"/>
          <w:sz w:val="5"/>
          <w:szCs w:val="5"/>
          <w:spacing w:val="0"/>
          <w:w w:val="100"/>
        </w:rPr>
      </w:r>
    </w:p>
    <w:sectPr>
      <w:type w:val="continuous"/>
      <w:pgSz w:w="11920" w:h="16860"/>
      <w:pgMar w:top="440" w:bottom="280" w:left="3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hyperlink" Target="mailto:71154.2002@compuserve.com" TargetMode="External"/><Relationship Id="rId16" Type="http://schemas.openxmlformats.org/officeDocument/2006/relationships/image" Target="media/image11.png"/><Relationship Id="rId17" Type="http://schemas.openxmlformats.org/officeDocument/2006/relationships/hyperlink" Target="http://www.quercus-sys.com/" TargetMode="External"/><Relationship Id="rId18" Type="http://schemas.openxmlformats.org/officeDocument/2006/relationships/hyperlink" Target="http://www.quercus-sys.com/" TargetMode="External"/><Relationship Id="rId19" Type="http://schemas.openxmlformats.org/officeDocument/2006/relationships/hyperlink" Target="mailto:E-mail72274.102@compuserve.com" TargetMode="External"/><Relationship Id="rId20" Type="http://schemas.openxmlformats.org/officeDocument/2006/relationships/image" Target="media/image12.png"/><Relationship Id="rId21" Type="http://schemas.openxmlformats.org/officeDocument/2006/relationships/image" Target="media/image1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2012-07-25T22:08:15Z</dcterms:created>
  <dcterms:modified xsi:type="dcterms:W3CDTF">2012-07-25T22:08:15Z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2012-07-26T00:00:00Z</vt:filetime>
  </property>
</Properties>
</file>